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894D3" w14:textId="77777777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A257D0" w:rsidRPr="00A257D0">
        <w:rPr>
          <w:rFonts w:ascii="Arial" w:eastAsia="Times New Roman" w:hAnsi="Arial" w:cs="Arial"/>
          <w:bCs/>
          <w:sz w:val="24"/>
          <w:szCs w:val="20"/>
          <w:lang w:eastAsia="pl-PL"/>
        </w:rPr>
        <w:t>9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0F2238AD" w14:textId="77777777" w:rsidTr="00D62E6E">
        <w:tc>
          <w:tcPr>
            <w:tcW w:w="2800" w:type="dxa"/>
          </w:tcPr>
          <w:p w14:paraId="44425F09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4144A3D4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14DC167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F01478A" w14:textId="77777777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62E6E" w:rsidRPr="00D62E6E" w14:paraId="688B0881" w14:textId="77777777" w:rsidTr="00D62E6E">
        <w:tc>
          <w:tcPr>
            <w:tcW w:w="2800" w:type="dxa"/>
          </w:tcPr>
          <w:p w14:paraId="2EE50506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22FE93E8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B7CE983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2170798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38D21A7D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A257D0" w:rsidRPr="00C14101" w14:paraId="16015AA1" w14:textId="77777777" w:rsidTr="00F81DDD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4EF27E" w14:textId="77777777" w:rsidR="00A257D0" w:rsidRPr="00C14101" w:rsidRDefault="00A257D0" w:rsidP="00F81DDD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42B9B7BF" w14:textId="77777777" w:rsidR="00A257D0" w:rsidRPr="00C14101" w:rsidRDefault="00A257D0" w:rsidP="00F81DDD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A257D0">
              <w:rPr>
                <w:rFonts w:ascii="Arial" w:eastAsia="Times New Roman" w:hAnsi="Arial" w:cs="Arial"/>
                <w:lang w:eastAsia="pl-PL"/>
              </w:rPr>
              <w:t>(t.j. Dz. U. z 2024 poz. 1320)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Pzp), dotyczące:</w:t>
            </w:r>
          </w:p>
          <w:p w14:paraId="69CAEA7C" w14:textId="77777777" w:rsidR="00A257D0" w:rsidRPr="00C14101" w:rsidRDefault="00A257D0" w:rsidP="00F81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2892778E" w14:textId="77777777" w:rsidR="00A257D0" w:rsidRPr="00C14101" w:rsidRDefault="00A257D0" w:rsidP="00F81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4CFE965F" w14:textId="77777777" w:rsidR="00BC121E" w:rsidRPr="00C14101" w:rsidRDefault="00A257D0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00AC6DD6" w14:textId="77777777" w:rsidTr="00D62E6E">
        <w:tc>
          <w:tcPr>
            <w:tcW w:w="2269" w:type="dxa"/>
          </w:tcPr>
          <w:p w14:paraId="5DDBAA14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4F18ACDD" w14:textId="77777777" w:rsidR="00D62E6E" w:rsidRPr="00D62E6E" w:rsidRDefault="00A257D0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257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Budowa parkingu w Guźlinie, placu zabaw wraz z zagospodarowaniem zieleni oraz budowa drogi Pikutkowo - Guźlin</w:t>
            </w:r>
            <w:r w:rsidR="00D62E6E" w:rsidRPr="00D62E6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A257D0" w:rsidRPr="00D62E6E" w14:paraId="359A3ACF" w14:textId="77777777" w:rsidTr="00F81DDD">
        <w:tc>
          <w:tcPr>
            <w:tcW w:w="2269" w:type="dxa"/>
          </w:tcPr>
          <w:p w14:paraId="71FE4C28" w14:textId="77777777" w:rsidR="00A257D0" w:rsidRPr="00D62E6E" w:rsidRDefault="00A257D0" w:rsidP="00F81DD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43BC9B2F" w14:textId="77777777" w:rsidR="00A257D0" w:rsidRPr="00D62E6E" w:rsidRDefault="00A257D0" w:rsidP="00F81DDD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257D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BI.II.271.25.2025.NŻ</w:t>
            </w:r>
          </w:p>
        </w:tc>
      </w:tr>
    </w:tbl>
    <w:p w14:paraId="78CEDDC7" w14:textId="77777777" w:rsidR="00BC121E" w:rsidRDefault="00A257D0" w:rsidP="00D62E6E">
      <w:pPr>
        <w:spacing w:before="240"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A257D0">
        <w:rPr>
          <w:rFonts w:ascii="Arial" w:eastAsia="Times New Roman" w:hAnsi="Arial" w:cs="Arial"/>
          <w:b/>
          <w:sz w:val="24"/>
          <w:szCs w:val="24"/>
          <w:lang w:eastAsia="pl-PL"/>
        </w:rPr>
        <w:t>Gmina Brześć Kujawski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331F1F8B" w14:textId="77777777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6FC4EA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t.j. Dz.U. z 2023r. poz. 1689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C09E1E6" w14:textId="77777777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706874AD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t.j. Dz.U. z 2023r. poz. 1689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322C1C8E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2BF5B2E6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051EB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39882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EA1E5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6097B1BB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CD9D4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5D4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3128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08B65A38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A49D8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C76C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5FEA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6AFD163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Uwaga</w:t>
      </w:r>
    </w:p>
    <w:p w14:paraId="3200A1E6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5D4FD3B6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5A79E12E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314185AA" w14:textId="77777777" w:rsidTr="00620E37">
        <w:tc>
          <w:tcPr>
            <w:tcW w:w="2660" w:type="dxa"/>
          </w:tcPr>
          <w:p w14:paraId="10C0896A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56469F8" w14:textId="77777777" w:rsidR="00BC121E" w:rsidRPr="002D1740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</w:p>
          <w:p w14:paraId="38422D5B" w14:textId="77777777" w:rsidR="00BC121E" w:rsidRPr="00844A96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data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</w:tcPr>
          <w:p w14:paraId="5DD2C2DD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98A8B12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53063C3B" w14:textId="77777777" w:rsidR="00BC121E" w:rsidRPr="00844A96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A257D0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39B1A99E" w14:textId="77777777" w:rsidR="00106AC7" w:rsidRPr="00BC121E" w:rsidRDefault="00106AC7" w:rsidP="00BC121E"/>
    <w:sectPr w:rsidR="00106AC7" w:rsidRPr="00BC121E" w:rsidSect="004B1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72983" w14:textId="77777777" w:rsidR="00F97B66" w:rsidRDefault="00F97B66">
      <w:r>
        <w:separator/>
      </w:r>
    </w:p>
  </w:endnote>
  <w:endnote w:type="continuationSeparator" w:id="0">
    <w:p w14:paraId="6798DDCC" w14:textId="77777777" w:rsidR="00F97B66" w:rsidRDefault="00F97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EE93E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A6DC3E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58C7D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F8B8541" w14:textId="74C5E029" w:rsidR="009A4CD3" w:rsidRDefault="004A3241" w:rsidP="00D62E6E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8D4846F" wp14:editId="772C2CF6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31801110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43D945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0683F38C" w14:textId="7777777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>System ProPublico © Datacomp</w:t>
    </w:r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84404" w14:textId="77777777" w:rsidR="00A257D0" w:rsidRDefault="00A257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61553" w14:textId="77777777" w:rsidR="00F97B66" w:rsidRDefault="00F97B66">
      <w:r>
        <w:separator/>
      </w:r>
    </w:p>
  </w:footnote>
  <w:footnote w:type="continuationSeparator" w:id="0">
    <w:p w14:paraId="4B7AE0E6" w14:textId="77777777" w:rsidR="00F97B66" w:rsidRDefault="00F97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BE468" w14:textId="77777777" w:rsidR="00A257D0" w:rsidRDefault="00A257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E3769" w14:textId="77777777" w:rsidR="00A257D0" w:rsidRDefault="00A257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4EBC5" w14:textId="77777777" w:rsidR="00A257D0" w:rsidRDefault="00A257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411501">
    <w:abstractNumId w:val="13"/>
  </w:num>
  <w:num w:numId="2" w16cid:durableId="1949312483">
    <w:abstractNumId w:val="0"/>
  </w:num>
  <w:num w:numId="3" w16cid:durableId="1078820800">
    <w:abstractNumId w:val="11"/>
  </w:num>
  <w:num w:numId="4" w16cid:durableId="745688820">
    <w:abstractNumId w:val="8"/>
  </w:num>
  <w:num w:numId="5" w16cid:durableId="1045255217">
    <w:abstractNumId w:val="7"/>
  </w:num>
  <w:num w:numId="6" w16cid:durableId="388576171">
    <w:abstractNumId w:val="1"/>
  </w:num>
  <w:num w:numId="7" w16cid:durableId="1861967626">
    <w:abstractNumId w:val="6"/>
  </w:num>
  <w:num w:numId="8" w16cid:durableId="1559632716">
    <w:abstractNumId w:val="3"/>
  </w:num>
  <w:num w:numId="9" w16cid:durableId="1621842298">
    <w:abstractNumId w:val="2"/>
  </w:num>
  <w:num w:numId="10" w16cid:durableId="1985964111">
    <w:abstractNumId w:val="5"/>
  </w:num>
  <w:num w:numId="11" w16cid:durableId="1986930917">
    <w:abstractNumId w:val="10"/>
  </w:num>
  <w:num w:numId="12" w16cid:durableId="232201254">
    <w:abstractNumId w:val="4"/>
  </w:num>
  <w:num w:numId="13" w16cid:durableId="488909543">
    <w:abstractNumId w:val="9"/>
  </w:num>
  <w:num w:numId="14" w16cid:durableId="28423717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B66"/>
    <w:rsid w:val="0000184A"/>
    <w:rsid w:val="00007C1C"/>
    <w:rsid w:val="00012997"/>
    <w:rsid w:val="000621A2"/>
    <w:rsid w:val="00062813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A3241"/>
    <w:rsid w:val="004B1027"/>
    <w:rsid w:val="004C55DE"/>
    <w:rsid w:val="004D5C77"/>
    <w:rsid w:val="004E3847"/>
    <w:rsid w:val="00517FF1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52336"/>
    <w:rsid w:val="009A21D7"/>
    <w:rsid w:val="009A4A2C"/>
    <w:rsid w:val="009A4CD3"/>
    <w:rsid w:val="00A24942"/>
    <w:rsid w:val="00A257D0"/>
    <w:rsid w:val="00A311C9"/>
    <w:rsid w:val="00A46EFE"/>
    <w:rsid w:val="00A73C79"/>
    <w:rsid w:val="00A807A7"/>
    <w:rsid w:val="00AB6C06"/>
    <w:rsid w:val="00AB7377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5401"/>
    <w:rsid w:val="00C93F0A"/>
    <w:rsid w:val="00CB6204"/>
    <w:rsid w:val="00CC527A"/>
    <w:rsid w:val="00D62E6E"/>
    <w:rsid w:val="00D74F94"/>
    <w:rsid w:val="00DD482A"/>
    <w:rsid w:val="00DE0396"/>
    <w:rsid w:val="00DE0405"/>
    <w:rsid w:val="00DE252B"/>
    <w:rsid w:val="00E0229C"/>
    <w:rsid w:val="00E37A20"/>
    <w:rsid w:val="00EB5766"/>
    <w:rsid w:val="00EC667E"/>
    <w:rsid w:val="00F46593"/>
    <w:rsid w:val="00F568D6"/>
    <w:rsid w:val="00F70072"/>
    <w:rsid w:val="00F97B66"/>
    <w:rsid w:val="00FC0D91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72FBD181"/>
  <w15:chartTrackingRefBased/>
  <w15:docId w15:val="{B30050EF-F9BE-403D-A242-91B1701A2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2</cp:revision>
  <cp:lastPrinted>2010-01-07T09:39:00Z</cp:lastPrinted>
  <dcterms:created xsi:type="dcterms:W3CDTF">2025-08-12T14:07:00Z</dcterms:created>
  <dcterms:modified xsi:type="dcterms:W3CDTF">2025-08-12T14:07:00Z</dcterms:modified>
</cp:coreProperties>
</file>